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4C71" w:rsidRPr="001F170A" w:rsidRDefault="00884C71" w:rsidP="005959DA">
      <w:pPr>
        <w:pStyle w:val="a3"/>
        <w:spacing w:before="0" w:beforeAutospacing="0" w:after="0" w:afterAutospacing="0"/>
        <w:ind w:firstLine="709"/>
        <w:jc w:val="center"/>
      </w:pPr>
      <w:r w:rsidRPr="001F170A">
        <w:t>Отчет об испол</w:t>
      </w:r>
      <w:r w:rsidR="009F4B0A" w:rsidRPr="001F170A">
        <w:t>нении</w:t>
      </w:r>
      <w:r w:rsidRPr="001F170A">
        <w:t xml:space="preserve"> муниципального задания</w:t>
      </w:r>
    </w:p>
    <w:p w:rsidR="00F44B5B" w:rsidRPr="001F170A" w:rsidRDefault="00F44B5B" w:rsidP="005959DA">
      <w:pPr>
        <w:pStyle w:val="a3"/>
        <w:spacing w:before="0" w:beforeAutospacing="0" w:after="0" w:afterAutospacing="0"/>
        <w:ind w:firstLine="709"/>
        <w:jc w:val="center"/>
        <w:rPr>
          <w:u w:val="single"/>
        </w:rPr>
      </w:pPr>
      <w:r w:rsidRPr="001F170A">
        <w:rPr>
          <w:u w:val="single"/>
        </w:rPr>
        <w:t>с 01.01.2016 по 3</w:t>
      </w:r>
      <w:r w:rsidR="003C6DBE">
        <w:rPr>
          <w:u w:val="single"/>
        </w:rPr>
        <w:t>0</w:t>
      </w:r>
      <w:r w:rsidRPr="001F170A">
        <w:rPr>
          <w:u w:val="single"/>
        </w:rPr>
        <w:t>.0</w:t>
      </w:r>
      <w:r w:rsidR="009F1935">
        <w:rPr>
          <w:u w:val="single"/>
        </w:rPr>
        <w:t>9</w:t>
      </w:r>
      <w:r w:rsidRPr="001F170A">
        <w:rPr>
          <w:u w:val="single"/>
        </w:rPr>
        <w:t>.2016</w:t>
      </w:r>
    </w:p>
    <w:p w:rsidR="00F44B5B" w:rsidRPr="001F170A" w:rsidRDefault="00F44B5B" w:rsidP="005959DA">
      <w:pPr>
        <w:pStyle w:val="a3"/>
        <w:spacing w:before="0" w:beforeAutospacing="0" w:after="0" w:afterAutospacing="0"/>
        <w:ind w:firstLine="709"/>
        <w:jc w:val="center"/>
      </w:pPr>
    </w:p>
    <w:p w:rsidR="00D71AF5" w:rsidRPr="001F170A" w:rsidRDefault="00D71AF5" w:rsidP="005959DA">
      <w:pPr>
        <w:pStyle w:val="a3"/>
        <w:spacing w:before="0" w:beforeAutospacing="0" w:after="0" w:afterAutospacing="0"/>
        <w:ind w:firstLine="709"/>
        <w:jc w:val="right"/>
      </w:pPr>
      <w:r w:rsidRPr="001F170A">
        <w:t>«</w:t>
      </w:r>
      <w:r w:rsidR="003C6DBE">
        <w:rPr>
          <w:u w:val="single"/>
        </w:rPr>
        <w:t>30</w:t>
      </w:r>
      <w:r w:rsidRPr="001F170A">
        <w:t xml:space="preserve">» </w:t>
      </w:r>
      <w:r w:rsidR="009F1935">
        <w:rPr>
          <w:u w:val="single"/>
        </w:rPr>
        <w:t>сентября</w:t>
      </w:r>
      <w:r w:rsidR="003C6DBE">
        <w:rPr>
          <w:u w:val="single"/>
        </w:rPr>
        <w:t xml:space="preserve"> </w:t>
      </w:r>
      <w:r w:rsidR="00F44B5B" w:rsidRPr="001F170A">
        <w:t>2016</w:t>
      </w:r>
      <w:r w:rsidRPr="001F170A">
        <w:t xml:space="preserve"> г.</w:t>
      </w:r>
    </w:p>
    <w:p w:rsidR="00FF65FD" w:rsidRPr="001F170A" w:rsidRDefault="00FF65FD" w:rsidP="005959DA">
      <w:pPr>
        <w:pStyle w:val="a3"/>
        <w:spacing w:before="0" w:beforeAutospacing="0" w:after="0" w:afterAutospacing="0"/>
        <w:ind w:firstLine="709"/>
        <w:jc w:val="center"/>
        <w:rPr>
          <w:b/>
          <w:bCs/>
          <w:color w:val="262626"/>
        </w:rPr>
      </w:pPr>
    </w:p>
    <w:p w:rsidR="00884C71" w:rsidRPr="00F01037" w:rsidRDefault="00884C71" w:rsidP="005959DA">
      <w:pPr>
        <w:pStyle w:val="a3"/>
        <w:spacing w:before="0" w:beforeAutospacing="0" w:after="0" w:afterAutospacing="0"/>
      </w:pPr>
      <w:r w:rsidRPr="00F01037">
        <w:rPr>
          <w:bCs/>
          <w:color w:val="262626"/>
        </w:rPr>
        <w:t>Наименование учреждения</w:t>
      </w:r>
      <w:r w:rsidR="00D64192" w:rsidRPr="00F01037">
        <w:t xml:space="preserve">: </w:t>
      </w:r>
      <w:r w:rsidR="00D64192" w:rsidRPr="00F01037">
        <w:rPr>
          <w:u w:val="single"/>
        </w:rPr>
        <w:t>М</w:t>
      </w:r>
      <w:r w:rsidR="00F44B5B" w:rsidRPr="00F01037">
        <w:rPr>
          <w:u w:val="single"/>
        </w:rPr>
        <w:t>БУ</w:t>
      </w:r>
      <w:r w:rsidR="005959DA">
        <w:rPr>
          <w:u w:val="single"/>
        </w:rPr>
        <w:t>К «Краеведческий музей»</w:t>
      </w:r>
    </w:p>
    <w:p w:rsidR="009F4B0A" w:rsidRPr="00F01037" w:rsidRDefault="009F4B0A" w:rsidP="005959DA">
      <w:pPr>
        <w:pStyle w:val="a3"/>
        <w:spacing w:before="0" w:beforeAutospacing="0" w:after="0" w:afterAutospacing="0"/>
        <w:rPr>
          <w:bCs/>
          <w:color w:val="262626"/>
        </w:rPr>
      </w:pPr>
    </w:p>
    <w:p w:rsidR="005B7CB9" w:rsidRPr="00F01037" w:rsidRDefault="0029389D" w:rsidP="00595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1. </w:t>
      </w:r>
      <w:r w:rsidR="00FF65FD"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Наименование </w:t>
      </w:r>
      <w:r w:rsidR="007A544D"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муниципальной </w:t>
      </w:r>
      <w:r w:rsidR="00FF65FD"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>услуги</w:t>
      </w:r>
      <w:r w:rsidR="00FF65FD" w:rsidRPr="00F01037">
        <w:rPr>
          <w:rFonts w:ascii="Times New Roman" w:hAnsi="Times New Roman" w:cs="Times New Roman"/>
          <w:sz w:val="24"/>
          <w:szCs w:val="24"/>
        </w:rPr>
        <w:t>:</w:t>
      </w:r>
      <w:r w:rsidR="00FF65FD" w:rsidRPr="00F01037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г</w:t>
      </w:r>
      <w:r w:rsidR="00AE16FB" w:rsidRPr="00F01037">
        <w:rPr>
          <w:rFonts w:ascii="Times New Roman" w:hAnsi="Times New Roman" w:cs="Times New Roman"/>
          <w:sz w:val="24"/>
          <w:szCs w:val="24"/>
        </w:rPr>
        <w:t xml:space="preserve"> </w:t>
      </w:r>
      <w:r w:rsidR="005959DA">
        <w:rPr>
          <w:rFonts w:ascii="Times New Roman" w:hAnsi="Times New Roman" w:cs="Times New Roman"/>
          <w:sz w:val="24"/>
          <w:szCs w:val="24"/>
          <w:u w:val="single"/>
        </w:rPr>
        <w:t>Создание экспозиций (выставок) музеев, организация выездных выставок (в стационарных условиях)</w:t>
      </w:r>
    </w:p>
    <w:p w:rsidR="006D15AC" w:rsidRPr="00F01037" w:rsidRDefault="006D15AC" w:rsidP="00595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65"/>
        <w:gridCol w:w="1043"/>
        <w:gridCol w:w="1715"/>
        <w:gridCol w:w="1249"/>
        <w:gridCol w:w="1508"/>
        <w:gridCol w:w="1874"/>
      </w:tblGrid>
      <w:tr w:rsidR="00546ECE" w:rsidRPr="00F01037" w:rsidTr="00A52C05">
        <w:trPr>
          <w:trHeight w:val="556"/>
        </w:trPr>
        <w:tc>
          <w:tcPr>
            <w:tcW w:w="1251" w:type="pct"/>
            <w:shd w:val="clear" w:color="auto" w:fill="auto"/>
            <w:vAlign w:val="center"/>
          </w:tcPr>
          <w:p w:rsidR="006D15AC" w:rsidRPr="005959DA" w:rsidRDefault="006D15AC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59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6D15AC" w:rsidRPr="005959DA" w:rsidRDefault="006D15AC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59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546ECE" w:rsidRPr="005959DA" w:rsidRDefault="006D15AC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59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Значение, утвержденное в муниципальном задании</w:t>
            </w:r>
          </w:p>
          <w:p w:rsidR="006D15AC" w:rsidRPr="005959DA" w:rsidRDefault="006D15AC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59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2016 г.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6D15AC" w:rsidRPr="005959DA" w:rsidRDefault="006D15AC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59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6D15AC" w:rsidRPr="005959DA" w:rsidRDefault="006D15AC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59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951" w:type="pct"/>
            <w:shd w:val="clear" w:color="auto" w:fill="auto"/>
            <w:vAlign w:val="center"/>
          </w:tcPr>
          <w:p w:rsidR="006D15AC" w:rsidRPr="005959DA" w:rsidRDefault="006D15AC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5959DA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5959DA" w:rsidRPr="00F01037" w:rsidTr="00A52C05">
        <w:tc>
          <w:tcPr>
            <w:tcW w:w="1251" w:type="pct"/>
            <w:shd w:val="clear" w:color="auto" w:fill="auto"/>
            <w:vAlign w:val="center"/>
          </w:tcPr>
          <w:p w:rsidR="005959DA" w:rsidRPr="00CB09C7" w:rsidRDefault="005959DA" w:rsidP="005959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Динамика количества посещений по сравнению с предыдущим годом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5959DA" w:rsidRPr="00CB09C7" w:rsidRDefault="005959DA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5959DA" w:rsidRPr="00CB09C7" w:rsidRDefault="005959DA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5959DA" w:rsidRPr="00CB09C7" w:rsidRDefault="009E3F5A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959DA" w:rsidRPr="00CB09C7" w:rsidRDefault="005959DA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5959DA" w:rsidRPr="00CB09C7" w:rsidRDefault="005959DA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Данные учреждения</w:t>
            </w:r>
          </w:p>
        </w:tc>
      </w:tr>
      <w:tr w:rsidR="005959DA" w:rsidRPr="00F01037" w:rsidTr="00A52C05">
        <w:tc>
          <w:tcPr>
            <w:tcW w:w="1251" w:type="pct"/>
            <w:shd w:val="clear" w:color="auto" w:fill="auto"/>
            <w:vAlign w:val="center"/>
          </w:tcPr>
          <w:p w:rsidR="005959DA" w:rsidRPr="00CB09C7" w:rsidRDefault="005959DA" w:rsidP="005959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Число посетителей</w:t>
            </w:r>
          </w:p>
        </w:tc>
        <w:tc>
          <w:tcPr>
            <w:tcW w:w="529" w:type="pct"/>
            <w:shd w:val="clear" w:color="auto" w:fill="auto"/>
            <w:vAlign w:val="center"/>
          </w:tcPr>
          <w:p w:rsidR="005959DA" w:rsidRPr="00CB09C7" w:rsidRDefault="005959DA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чел.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5959DA" w:rsidRPr="00CB09C7" w:rsidRDefault="005959DA" w:rsidP="005959D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15600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5959DA" w:rsidRPr="00CB09C7" w:rsidRDefault="009F1935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13675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959DA" w:rsidRPr="00CB09C7" w:rsidRDefault="005959DA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5959DA" w:rsidRPr="00CB09C7" w:rsidRDefault="005959DA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Учетная таблица</w:t>
            </w:r>
          </w:p>
        </w:tc>
      </w:tr>
      <w:tr w:rsidR="005959DA" w:rsidRPr="00F01037" w:rsidTr="004A65C0">
        <w:tc>
          <w:tcPr>
            <w:tcW w:w="1251" w:type="pct"/>
            <w:shd w:val="clear" w:color="auto" w:fill="auto"/>
          </w:tcPr>
          <w:p w:rsidR="005959DA" w:rsidRPr="00CB09C7" w:rsidRDefault="005959DA" w:rsidP="005959DA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Количество экспозиций</w:t>
            </w:r>
          </w:p>
        </w:tc>
        <w:tc>
          <w:tcPr>
            <w:tcW w:w="529" w:type="pct"/>
            <w:shd w:val="clear" w:color="auto" w:fill="auto"/>
          </w:tcPr>
          <w:p w:rsidR="005959DA" w:rsidRPr="00CB09C7" w:rsidRDefault="005959DA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870" w:type="pct"/>
            <w:shd w:val="clear" w:color="auto" w:fill="auto"/>
            <w:vAlign w:val="center"/>
          </w:tcPr>
          <w:p w:rsidR="005959DA" w:rsidRPr="00CB09C7" w:rsidRDefault="005959DA" w:rsidP="005959D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40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5959DA" w:rsidRPr="00CB09C7" w:rsidRDefault="002E14A0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31</w:t>
            </w:r>
          </w:p>
        </w:tc>
        <w:tc>
          <w:tcPr>
            <w:tcW w:w="765" w:type="pct"/>
            <w:shd w:val="clear" w:color="auto" w:fill="auto"/>
            <w:vAlign w:val="center"/>
          </w:tcPr>
          <w:p w:rsidR="005959DA" w:rsidRPr="00CB09C7" w:rsidRDefault="005959DA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51" w:type="pct"/>
            <w:shd w:val="clear" w:color="auto" w:fill="auto"/>
            <w:vAlign w:val="center"/>
          </w:tcPr>
          <w:p w:rsidR="005959DA" w:rsidRPr="00CB09C7" w:rsidRDefault="005959DA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Форма 8-НК</w:t>
            </w:r>
          </w:p>
        </w:tc>
      </w:tr>
    </w:tbl>
    <w:p w:rsidR="006D15AC" w:rsidRPr="00F01037" w:rsidRDefault="006D15AC" w:rsidP="005959DA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5"/>
        <w:rPr>
          <w:rFonts w:ascii="Times New Roman" w:hAnsi="Times New Roman" w:cs="Times New Roman"/>
          <w:sz w:val="24"/>
          <w:szCs w:val="24"/>
        </w:rPr>
      </w:pPr>
    </w:p>
    <w:p w:rsidR="001F170A" w:rsidRPr="00F01037" w:rsidRDefault="0029389D" w:rsidP="005959D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 xml:space="preserve">2. </w:t>
      </w:r>
      <w:r w:rsidR="001F170A" w:rsidRPr="00F01037">
        <w:rPr>
          <w:rFonts w:ascii="Times New Roman" w:hAnsi="Times New Roman" w:cs="Times New Roman"/>
          <w:bCs/>
          <w:color w:val="262626"/>
          <w:sz w:val="24"/>
          <w:szCs w:val="24"/>
        </w:rPr>
        <w:t>Наименование муниципальной услуги</w:t>
      </w:r>
      <w:r w:rsidR="001F170A" w:rsidRPr="00F01037">
        <w:rPr>
          <w:rFonts w:ascii="Times New Roman" w:hAnsi="Times New Roman" w:cs="Times New Roman"/>
          <w:sz w:val="24"/>
          <w:szCs w:val="24"/>
        </w:rPr>
        <w:t>:</w:t>
      </w:r>
      <w:r w:rsidR="001F170A" w:rsidRPr="00F01037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>г</w:t>
      </w:r>
      <w:r w:rsidR="005959DA" w:rsidRPr="005959DA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5959DA">
        <w:rPr>
          <w:rFonts w:ascii="Times New Roman" w:hAnsi="Times New Roman" w:cs="Times New Roman"/>
          <w:sz w:val="24"/>
          <w:szCs w:val="24"/>
          <w:u w:val="single"/>
        </w:rPr>
        <w:t>Создание экспозиций (выставок) музеев, организация выездных выставок (вне стационара)</w:t>
      </w:r>
      <w:r w:rsidR="001F170A" w:rsidRPr="00F010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170A" w:rsidRPr="005B7CB9" w:rsidRDefault="001F170A" w:rsidP="005959D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979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34"/>
        <w:gridCol w:w="1001"/>
        <w:gridCol w:w="1811"/>
        <w:gridCol w:w="1280"/>
        <w:gridCol w:w="1456"/>
        <w:gridCol w:w="1831"/>
      </w:tblGrid>
      <w:tr w:rsidR="001F170A" w:rsidRPr="000E2E6D" w:rsidTr="00A52C05">
        <w:trPr>
          <w:trHeight w:val="556"/>
        </w:trPr>
        <w:tc>
          <w:tcPr>
            <w:tcW w:w="1240" w:type="pct"/>
            <w:shd w:val="clear" w:color="auto" w:fill="auto"/>
            <w:vAlign w:val="center"/>
          </w:tcPr>
          <w:p w:rsidR="000E2E6D" w:rsidRPr="00F01037" w:rsidRDefault="000E2E6D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10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0E2E6D" w:rsidRPr="00F01037" w:rsidRDefault="00546ECE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10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Ед. изм.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546ECE" w:rsidRPr="00F01037" w:rsidRDefault="00546ECE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10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Значение, утвержденное в муниципальном задании</w:t>
            </w:r>
          </w:p>
          <w:p w:rsidR="000E2E6D" w:rsidRPr="00F01037" w:rsidRDefault="00546ECE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10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 2016 г.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0E2E6D" w:rsidRPr="00F01037" w:rsidRDefault="000E2E6D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10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Фактическое значение за отчетный период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0E2E6D" w:rsidRPr="00F01037" w:rsidRDefault="000E2E6D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10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Характеристика причин отклонения от запланированных значений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0E2E6D" w:rsidRPr="00F01037" w:rsidRDefault="000E2E6D" w:rsidP="005959D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01037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информации о фактическом значении показателя</w:t>
            </w:r>
          </w:p>
        </w:tc>
      </w:tr>
      <w:tr w:rsidR="005959DA" w:rsidRPr="000E2E6D" w:rsidTr="00CB09C7">
        <w:tc>
          <w:tcPr>
            <w:tcW w:w="1240" w:type="pct"/>
            <w:shd w:val="clear" w:color="auto" w:fill="auto"/>
            <w:vAlign w:val="center"/>
          </w:tcPr>
          <w:p w:rsidR="005959DA" w:rsidRPr="00CB09C7" w:rsidRDefault="005959DA" w:rsidP="00CB09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Динамика количества посещений по сравнению с предыдущим годом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5959DA" w:rsidRPr="00CB09C7" w:rsidRDefault="005959DA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%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5959DA" w:rsidRPr="00CB09C7" w:rsidRDefault="005959DA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5959DA" w:rsidRPr="00CB09C7" w:rsidRDefault="009E3F5A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100,0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5959DA" w:rsidRPr="00CB09C7" w:rsidRDefault="005959DA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33" w:type="pct"/>
            <w:shd w:val="clear" w:color="auto" w:fill="auto"/>
            <w:vAlign w:val="center"/>
          </w:tcPr>
          <w:p w:rsidR="005959DA" w:rsidRPr="00CB09C7" w:rsidRDefault="005959DA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Форма 8-НК</w:t>
            </w:r>
          </w:p>
        </w:tc>
      </w:tr>
      <w:tr w:rsidR="005959DA" w:rsidRPr="000E2E6D" w:rsidTr="00CB09C7">
        <w:tc>
          <w:tcPr>
            <w:tcW w:w="1240" w:type="pct"/>
            <w:shd w:val="clear" w:color="auto" w:fill="auto"/>
            <w:vAlign w:val="center"/>
          </w:tcPr>
          <w:p w:rsidR="005959DA" w:rsidRPr="00CB09C7" w:rsidRDefault="005959DA" w:rsidP="00CB09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Число посетителей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5959DA" w:rsidRPr="00CB09C7" w:rsidRDefault="005959DA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5959DA" w:rsidRPr="00CB09C7" w:rsidRDefault="005959DA" w:rsidP="00CB09C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11050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5959DA" w:rsidRPr="00CB09C7" w:rsidRDefault="002E14A0" w:rsidP="00B214A8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1</w:t>
            </w:r>
            <w:r w:rsidR="00B214A8">
              <w:rPr>
                <w:rFonts w:ascii="Times New Roman" w:hAnsi="Times New Roman" w:cs="Times New Roman"/>
                <w:color w:val="000000" w:themeColor="text1"/>
              </w:rPr>
              <w:t>0000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5959DA" w:rsidRPr="00CB09C7" w:rsidRDefault="009E3F5A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Большое количество выездных выставок в летнее время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959DA" w:rsidRPr="00CB09C7" w:rsidRDefault="005959DA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Учетная таблица</w:t>
            </w:r>
          </w:p>
        </w:tc>
      </w:tr>
      <w:tr w:rsidR="005959DA" w:rsidRPr="000E2E6D" w:rsidTr="00CB09C7">
        <w:tc>
          <w:tcPr>
            <w:tcW w:w="1240" w:type="pct"/>
            <w:shd w:val="clear" w:color="auto" w:fill="auto"/>
            <w:vAlign w:val="center"/>
          </w:tcPr>
          <w:p w:rsidR="005959DA" w:rsidRPr="00CB09C7" w:rsidRDefault="005959DA" w:rsidP="00CB09C7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Количество экспозиций</w:t>
            </w:r>
          </w:p>
        </w:tc>
        <w:tc>
          <w:tcPr>
            <w:tcW w:w="510" w:type="pct"/>
            <w:shd w:val="clear" w:color="auto" w:fill="auto"/>
            <w:vAlign w:val="center"/>
          </w:tcPr>
          <w:p w:rsidR="005959DA" w:rsidRPr="00CB09C7" w:rsidRDefault="005959DA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ед.</w:t>
            </w:r>
          </w:p>
        </w:tc>
        <w:tc>
          <w:tcPr>
            <w:tcW w:w="923" w:type="pct"/>
            <w:shd w:val="clear" w:color="auto" w:fill="auto"/>
            <w:vAlign w:val="center"/>
          </w:tcPr>
          <w:p w:rsidR="005959DA" w:rsidRPr="00CB09C7" w:rsidRDefault="005959DA" w:rsidP="00CB09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652" w:type="pct"/>
            <w:shd w:val="clear" w:color="auto" w:fill="auto"/>
            <w:vAlign w:val="center"/>
          </w:tcPr>
          <w:p w:rsidR="005959DA" w:rsidRPr="00CB09C7" w:rsidRDefault="002E14A0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742" w:type="pct"/>
            <w:shd w:val="clear" w:color="auto" w:fill="auto"/>
            <w:vAlign w:val="center"/>
          </w:tcPr>
          <w:p w:rsidR="005959DA" w:rsidRPr="00CB09C7" w:rsidRDefault="00C757FA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Незапланированный выезд в п. Шушенское</w:t>
            </w:r>
          </w:p>
        </w:tc>
        <w:tc>
          <w:tcPr>
            <w:tcW w:w="933" w:type="pct"/>
            <w:shd w:val="clear" w:color="auto" w:fill="auto"/>
            <w:vAlign w:val="center"/>
          </w:tcPr>
          <w:p w:rsidR="005959DA" w:rsidRPr="00CB09C7" w:rsidRDefault="005959DA" w:rsidP="00CB09C7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</w:rPr>
              <w:t>Форма 8-НК</w:t>
            </w:r>
          </w:p>
        </w:tc>
      </w:tr>
    </w:tbl>
    <w:p w:rsidR="00F332A3" w:rsidRDefault="00F332A3" w:rsidP="0059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59DA" w:rsidRPr="00E9145F" w:rsidRDefault="005959DA" w:rsidP="00E914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9145F">
        <w:rPr>
          <w:rFonts w:ascii="Times New Roman" w:hAnsi="Times New Roman" w:cs="Times New Roman"/>
          <w:sz w:val="24"/>
          <w:szCs w:val="24"/>
        </w:rPr>
        <w:t xml:space="preserve">3. </w:t>
      </w:r>
      <w:r w:rsidR="00E9145F" w:rsidRPr="00E9145F">
        <w:rPr>
          <w:rFonts w:ascii="Times New Roman" w:hAnsi="Times New Roman" w:cs="Times New Roman"/>
          <w:bCs/>
          <w:color w:val="262626"/>
          <w:sz w:val="24"/>
          <w:szCs w:val="24"/>
        </w:rPr>
        <w:t>Наименование муниципальной работы</w:t>
      </w:r>
      <w:r w:rsidR="00E9145F" w:rsidRPr="00E9145F">
        <w:rPr>
          <w:rFonts w:ascii="Times New Roman" w:hAnsi="Times New Roman" w:cs="Times New Roman"/>
          <w:sz w:val="24"/>
          <w:szCs w:val="24"/>
        </w:rPr>
        <w:t>:</w:t>
      </w:r>
      <w:r w:rsidR="00E9145F">
        <w:rPr>
          <w:rFonts w:ascii="Times New Roman" w:hAnsi="Times New Roman" w:cs="Times New Roman"/>
          <w:color w:val="FFFFFF" w:themeColor="background1"/>
          <w:sz w:val="24"/>
          <w:szCs w:val="24"/>
          <w:u w:val="single"/>
        </w:rPr>
        <w:t xml:space="preserve"> </w:t>
      </w:r>
      <w:r w:rsidR="00E9145F" w:rsidRPr="00E9145F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Формирование, учет, изучение, обеспечение физического сохранения и безопасности музейных предметов, музейных коллекций</w:t>
      </w:r>
    </w:p>
    <w:p w:rsidR="005959DA" w:rsidRDefault="005959DA" w:rsidP="0059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339"/>
        <w:gridCol w:w="1842"/>
        <w:gridCol w:w="2460"/>
      </w:tblGrid>
      <w:tr w:rsidR="007224E5" w:rsidRPr="009B5C79" w:rsidTr="007224E5">
        <w:trPr>
          <w:trHeight w:val="859"/>
        </w:trPr>
        <w:tc>
          <w:tcPr>
            <w:tcW w:w="3227" w:type="dxa"/>
            <w:vAlign w:val="center"/>
          </w:tcPr>
          <w:p w:rsidR="007224E5" w:rsidRPr="007224E5" w:rsidRDefault="007224E5" w:rsidP="00722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24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7224E5" w:rsidRPr="007224E5" w:rsidRDefault="007224E5" w:rsidP="00722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24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Результат, запланированный в муниципальном задании на 2016 финансовый год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224E5" w:rsidRPr="007224E5" w:rsidRDefault="007224E5" w:rsidP="00722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24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Фактические результаты, достигнутые в отчетном периоде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7224E5" w:rsidRPr="007224E5" w:rsidRDefault="007224E5" w:rsidP="007224E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7224E5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Источник информации о фактически достигнутых результатах</w:t>
            </w:r>
          </w:p>
        </w:tc>
      </w:tr>
      <w:tr w:rsidR="007224E5" w:rsidRPr="009B5C79" w:rsidTr="007224E5">
        <w:trPr>
          <w:trHeight w:val="122"/>
        </w:trPr>
        <w:tc>
          <w:tcPr>
            <w:tcW w:w="3227" w:type="dxa"/>
            <w:vAlign w:val="center"/>
          </w:tcPr>
          <w:p w:rsidR="007224E5" w:rsidRPr="00CB09C7" w:rsidRDefault="007224E5" w:rsidP="007224E5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предметов (единица)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7224E5" w:rsidRPr="00CB09C7" w:rsidRDefault="007224E5" w:rsidP="007224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28892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224E5" w:rsidRPr="00CB09C7" w:rsidRDefault="009E3F5A" w:rsidP="0081172A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28</w:t>
            </w:r>
            <w:r w:rsidR="0081172A">
              <w:rPr>
                <w:rFonts w:ascii="Times New Roman" w:hAnsi="Times New Roman" w:cs="Times New Roman"/>
                <w:color w:val="000000" w:themeColor="text1"/>
              </w:rPr>
              <w:t>869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7224E5" w:rsidRPr="00CB09C7" w:rsidRDefault="0030578F" w:rsidP="007224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Протокол ФЗК</w:t>
            </w:r>
          </w:p>
        </w:tc>
      </w:tr>
      <w:tr w:rsidR="007224E5" w:rsidRPr="009B5C79" w:rsidTr="007224E5">
        <w:trPr>
          <w:trHeight w:val="281"/>
        </w:trPr>
        <w:tc>
          <w:tcPr>
            <w:tcW w:w="3227" w:type="dxa"/>
            <w:vAlign w:val="center"/>
          </w:tcPr>
          <w:p w:rsidR="007224E5" w:rsidRPr="00CB09C7" w:rsidRDefault="007224E5" w:rsidP="007224E5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Доля выставленных экспонатов из собственных фондов музея (процент)</w:t>
            </w:r>
          </w:p>
        </w:tc>
        <w:tc>
          <w:tcPr>
            <w:tcW w:w="2339" w:type="dxa"/>
            <w:shd w:val="clear" w:color="auto" w:fill="auto"/>
            <w:vAlign w:val="center"/>
          </w:tcPr>
          <w:p w:rsidR="007224E5" w:rsidRPr="00CB09C7" w:rsidRDefault="007224E5" w:rsidP="007224E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B09C7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7224E5" w:rsidRPr="00CB09C7" w:rsidRDefault="00E75709" w:rsidP="007224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8,2</w:t>
            </w:r>
          </w:p>
        </w:tc>
        <w:tc>
          <w:tcPr>
            <w:tcW w:w="2460" w:type="dxa"/>
            <w:shd w:val="clear" w:color="auto" w:fill="auto"/>
            <w:vAlign w:val="center"/>
          </w:tcPr>
          <w:p w:rsidR="007224E5" w:rsidRPr="00CB09C7" w:rsidRDefault="009E3F5A" w:rsidP="007224E5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Акты </w:t>
            </w:r>
            <w:r w:rsidR="0030578F">
              <w:rPr>
                <w:rFonts w:ascii="Times New Roman" w:hAnsi="Times New Roman" w:cs="Times New Roman"/>
                <w:color w:val="000000" w:themeColor="text1"/>
              </w:rPr>
              <w:t xml:space="preserve">выдачи </w:t>
            </w:r>
          </w:p>
        </w:tc>
      </w:tr>
    </w:tbl>
    <w:p w:rsidR="005959DA" w:rsidRDefault="005959DA" w:rsidP="005959D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962"/>
      </w:tblGrid>
      <w:tr w:rsidR="004400AD" w:rsidTr="0029389D">
        <w:tc>
          <w:tcPr>
            <w:tcW w:w="4785" w:type="dxa"/>
          </w:tcPr>
          <w:p w:rsidR="004400AD" w:rsidRDefault="004400AD" w:rsidP="005959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146785">
              <w:rPr>
                <w:rFonts w:ascii="Times New Roman" w:hAnsi="Times New Roman" w:cs="Times New Roman"/>
                <w:sz w:val="24"/>
                <w:szCs w:val="24"/>
              </w:rPr>
              <w:t xml:space="preserve"> МБУК «Краеведческий музей»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4400AD">
              <w:rPr>
                <w:rFonts w:ascii="Times New Roman" w:hAnsi="Times New Roman" w:cs="Times New Roman"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4962" w:type="dxa"/>
          </w:tcPr>
          <w:p w:rsidR="004400AD" w:rsidRPr="008E16DD" w:rsidRDefault="00146785" w:rsidP="005959DA">
            <w:pPr>
              <w:ind w:firstLine="709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Е.А. Шишова</w:t>
            </w:r>
          </w:p>
        </w:tc>
      </w:tr>
    </w:tbl>
    <w:p w:rsidR="004400AD" w:rsidRDefault="004400AD" w:rsidP="005959DA">
      <w:pPr>
        <w:pStyle w:val="ConsPlusNonformat"/>
        <w:ind w:firstLine="709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4400AD" w:rsidSect="0029389D">
      <w:headerReference w:type="default" r:id="rId8"/>
      <w:pgSz w:w="11906" w:h="16838"/>
      <w:pgMar w:top="709" w:right="567" w:bottom="709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D26D1" w:rsidRDefault="000D26D1" w:rsidP="004400AD">
      <w:pPr>
        <w:spacing w:after="0" w:line="240" w:lineRule="auto"/>
      </w:pPr>
      <w:r>
        <w:separator/>
      </w:r>
    </w:p>
  </w:endnote>
  <w:endnote w:type="continuationSeparator" w:id="1">
    <w:p w:rsidR="000D26D1" w:rsidRDefault="000D26D1" w:rsidP="004400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D26D1" w:rsidRDefault="000D26D1" w:rsidP="004400AD">
      <w:pPr>
        <w:spacing w:after="0" w:line="240" w:lineRule="auto"/>
      </w:pPr>
      <w:r>
        <w:separator/>
      </w:r>
    </w:p>
  </w:footnote>
  <w:footnote w:type="continuationSeparator" w:id="1">
    <w:p w:rsidR="000D26D1" w:rsidRDefault="000D26D1" w:rsidP="004400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03058790"/>
    </w:sdtPr>
    <w:sdtContent>
      <w:p w:rsidR="004400AD" w:rsidRDefault="00C36775">
        <w:pPr>
          <w:pStyle w:val="a6"/>
          <w:jc w:val="center"/>
        </w:pPr>
        <w:r w:rsidRPr="004400A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="004400AD" w:rsidRPr="004400A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9C1081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4400A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4400AD" w:rsidRDefault="004400AD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D959E8"/>
    <w:multiLevelType w:val="hybridMultilevel"/>
    <w:tmpl w:val="8550D3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042D69"/>
    <w:multiLevelType w:val="hybridMultilevel"/>
    <w:tmpl w:val="40AEBE4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77708F5"/>
    <w:multiLevelType w:val="hybridMultilevel"/>
    <w:tmpl w:val="18AE43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4C42C1"/>
    <w:multiLevelType w:val="hybridMultilevel"/>
    <w:tmpl w:val="49E426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F21B0"/>
    <w:rsid w:val="000173BF"/>
    <w:rsid w:val="00072E92"/>
    <w:rsid w:val="00076881"/>
    <w:rsid w:val="000778FE"/>
    <w:rsid w:val="000A6569"/>
    <w:rsid w:val="000D26D1"/>
    <w:rsid w:val="000E2E6D"/>
    <w:rsid w:val="00104678"/>
    <w:rsid w:val="00104773"/>
    <w:rsid w:val="00146785"/>
    <w:rsid w:val="00153AC6"/>
    <w:rsid w:val="00162BDD"/>
    <w:rsid w:val="00171AA0"/>
    <w:rsid w:val="00192C20"/>
    <w:rsid w:val="001F170A"/>
    <w:rsid w:val="001F21B0"/>
    <w:rsid w:val="00246B20"/>
    <w:rsid w:val="0026014E"/>
    <w:rsid w:val="002873CA"/>
    <w:rsid w:val="00291261"/>
    <w:rsid w:val="0029389D"/>
    <w:rsid w:val="002C4CE0"/>
    <w:rsid w:val="002E14A0"/>
    <w:rsid w:val="0030578F"/>
    <w:rsid w:val="00311016"/>
    <w:rsid w:val="003409F8"/>
    <w:rsid w:val="003433A8"/>
    <w:rsid w:val="0035400F"/>
    <w:rsid w:val="003666A1"/>
    <w:rsid w:val="003A0E63"/>
    <w:rsid w:val="003B14BF"/>
    <w:rsid w:val="003C6DBE"/>
    <w:rsid w:val="003E7FAB"/>
    <w:rsid w:val="00434028"/>
    <w:rsid w:val="004400AD"/>
    <w:rsid w:val="00496532"/>
    <w:rsid w:val="004A6676"/>
    <w:rsid w:val="004B1E05"/>
    <w:rsid w:val="004B345B"/>
    <w:rsid w:val="004C282C"/>
    <w:rsid w:val="00537193"/>
    <w:rsid w:val="00541288"/>
    <w:rsid w:val="00546ECE"/>
    <w:rsid w:val="005959DA"/>
    <w:rsid w:val="005A610F"/>
    <w:rsid w:val="005B7CB9"/>
    <w:rsid w:val="005E36C3"/>
    <w:rsid w:val="00637417"/>
    <w:rsid w:val="00646029"/>
    <w:rsid w:val="00657C8F"/>
    <w:rsid w:val="00664498"/>
    <w:rsid w:val="00684F38"/>
    <w:rsid w:val="006867C1"/>
    <w:rsid w:val="006956C6"/>
    <w:rsid w:val="006D15AC"/>
    <w:rsid w:val="006E4D40"/>
    <w:rsid w:val="007224E5"/>
    <w:rsid w:val="007A544D"/>
    <w:rsid w:val="0081172A"/>
    <w:rsid w:val="0082153A"/>
    <w:rsid w:val="008432A8"/>
    <w:rsid w:val="008633B0"/>
    <w:rsid w:val="00884C71"/>
    <w:rsid w:val="008A4D75"/>
    <w:rsid w:val="008C619E"/>
    <w:rsid w:val="008E16DD"/>
    <w:rsid w:val="00924900"/>
    <w:rsid w:val="00952322"/>
    <w:rsid w:val="009667FF"/>
    <w:rsid w:val="009B1A7E"/>
    <w:rsid w:val="009B3E1F"/>
    <w:rsid w:val="009B5294"/>
    <w:rsid w:val="009C0DD1"/>
    <w:rsid w:val="009C1081"/>
    <w:rsid w:val="009C4C76"/>
    <w:rsid w:val="009C52F4"/>
    <w:rsid w:val="009E3F5A"/>
    <w:rsid w:val="009F1935"/>
    <w:rsid w:val="009F4B0A"/>
    <w:rsid w:val="00A04454"/>
    <w:rsid w:val="00A142E4"/>
    <w:rsid w:val="00A52C05"/>
    <w:rsid w:val="00A62A6B"/>
    <w:rsid w:val="00A7118A"/>
    <w:rsid w:val="00AE16FB"/>
    <w:rsid w:val="00AF2C1D"/>
    <w:rsid w:val="00B04A78"/>
    <w:rsid w:val="00B214A8"/>
    <w:rsid w:val="00B3286B"/>
    <w:rsid w:val="00B867BB"/>
    <w:rsid w:val="00C05074"/>
    <w:rsid w:val="00C13F2E"/>
    <w:rsid w:val="00C24AA3"/>
    <w:rsid w:val="00C36775"/>
    <w:rsid w:val="00C367AE"/>
    <w:rsid w:val="00C63107"/>
    <w:rsid w:val="00C757FA"/>
    <w:rsid w:val="00C968F1"/>
    <w:rsid w:val="00CA368D"/>
    <w:rsid w:val="00CB09C7"/>
    <w:rsid w:val="00CE4C15"/>
    <w:rsid w:val="00D0140B"/>
    <w:rsid w:val="00D254F4"/>
    <w:rsid w:val="00D64192"/>
    <w:rsid w:val="00D64822"/>
    <w:rsid w:val="00D71AF5"/>
    <w:rsid w:val="00DF2C31"/>
    <w:rsid w:val="00E01304"/>
    <w:rsid w:val="00E36F8E"/>
    <w:rsid w:val="00E40C95"/>
    <w:rsid w:val="00E75709"/>
    <w:rsid w:val="00E9145F"/>
    <w:rsid w:val="00EC1F05"/>
    <w:rsid w:val="00EF480A"/>
    <w:rsid w:val="00F01037"/>
    <w:rsid w:val="00F23897"/>
    <w:rsid w:val="00F332A3"/>
    <w:rsid w:val="00F3436E"/>
    <w:rsid w:val="00F44B5B"/>
    <w:rsid w:val="00F508C5"/>
    <w:rsid w:val="00F73E55"/>
    <w:rsid w:val="00F925BA"/>
    <w:rsid w:val="00FF65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  <w:style w:type="paragraph" w:customStyle="1" w:styleId="ConsPlusNormal">
    <w:name w:val="ConsPlusNormal"/>
    <w:rsid w:val="00AE16FB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pple-style-span">
    <w:name w:val="apple-style-span"/>
    <w:rsid w:val="009C4C76"/>
  </w:style>
  <w:style w:type="paragraph" w:styleId="aa">
    <w:name w:val="List Paragraph"/>
    <w:basedOn w:val="a"/>
    <w:uiPriority w:val="34"/>
    <w:qFormat/>
    <w:rsid w:val="009C4C7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C757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757F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9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2490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884C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lock Text"/>
    <w:basedOn w:val="a"/>
    <w:unhideWhenUsed/>
    <w:rsid w:val="009F4B0A"/>
    <w:pPr>
      <w:shd w:val="clear" w:color="auto" w:fill="FFFFFF"/>
      <w:spacing w:after="0" w:line="278" w:lineRule="exact"/>
      <w:ind w:left="180" w:right="120" w:firstLine="72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956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4400AD"/>
  </w:style>
  <w:style w:type="paragraph" w:styleId="a8">
    <w:name w:val="footer"/>
    <w:basedOn w:val="a"/>
    <w:link w:val="a9"/>
    <w:uiPriority w:val="99"/>
    <w:unhideWhenUsed/>
    <w:rsid w:val="004400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400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98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5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23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0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9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43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4E72E2-8975-4A7A-AE45-C0A0F85891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OEM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В.. Ямщикова</dc:creator>
  <cp:lastModifiedBy>100_9</cp:lastModifiedBy>
  <cp:revision>2</cp:revision>
  <cp:lastPrinted>2016-11-01T08:56:00Z</cp:lastPrinted>
  <dcterms:created xsi:type="dcterms:W3CDTF">2016-11-01T08:56:00Z</dcterms:created>
  <dcterms:modified xsi:type="dcterms:W3CDTF">2016-11-01T08:56:00Z</dcterms:modified>
</cp:coreProperties>
</file>